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49C08D45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CF73BD" w:rsidR="00CF73BD" w:rsidP="00CF73BD" w:rsidRDefault="00CF73BD" w14:paraId="2EB03111" w14:textId="2FD34FDC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SYLABUS</w:t>
      </w:r>
    </w:p>
    <w:p w:rsidRPr="00CF73BD" w:rsidR="00CF73BD" w:rsidP="00CF73BD" w:rsidRDefault="00CF73BD" w14:paraId="385729B9" w14:textId="3F694DAE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dotyczy cyklu kształcenia</w:t>
      </w:r>
      <w:r w:rsidRPr="00CF73BD">
        <w:rPr>
          <w:rFonts w:ascii="Corbel" w:hAnsi="Corbel"/>
          <w:i/>
          <w:sz w:val="24"/>
          <w:szCs w:val="24"/>
        </w:rPr>
        <w:t xml:space="preserve"> </w:t>
      </w:r>
      <w:r w:rsidR="00287368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445970" w:rsidP="00CC6396" w:rsidRDefault="00445970" w14:paraId="2BA2CC60" w14:textId="267CD8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CC6396">
        <w:rPr>
          <w:rFonts w:ascii="Corbel" w:hAnsi="Corbel"/>
          <w:sz w:val="20"/>
          <w:szCs w:val="20"/>
        </w:rPr>
        <w:t>ok akademicki   202</w:t>
      </w:r>
      <w:r w:rsidR="00287368">
        <w:rPr>
          <w:rFonts w:ascii="Corbel" w:hAnsi="Corbel"/>
          <w:sz w:val="20"/>
          <w:szCs w:val="20"/>
        </w:rPr>
        <w:t>1</w:t>
      </w:r>
      <w:r w:rsidR="00CC6396">
        <w:rPr>
          <w:rFonts w:ascii="Corbel" w:hAnsi="Corbel"/>
          <w:sz w:val="20"/>
          <w:szCs w:val="20"/>
        </w:rPr>
        <w:t>/202</w:t>
      </w:r>
      <w:r w:rsidR="00287368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1F874F0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4F066D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15D8D681" w14:textId="77777777">
        <w:tc>
          <w:tcPr>
            <w:tcW w:w="2694" w:type="dxa"/>
            <w:vAlign w:val="center"/>
          </w:tcPr>
          <w:p w:rsidRPr="009C54AE" w:rsidR="0085747A" w:rsidP="009C54AE" w:rsidRDefault="00C05F44" w14:paraId="35A5F3A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46957" w14:paraId="3A81850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Organy i instytucje zarządzania ochroną przyrody</w:t>
            </w:r>
          </w:p>
        </w:tc>
      </w:tr>
      <w:tr w:rsidRPr="009C54AE" w:rsidR="0085747A" w:rsidTr="00B819C8" w14:paraId="0C04CA57" w14:textId="77777777">
        <w:tc>
          <w:tcPr>
            <w:tcW w:w="2694" w:type="dxa"/>
            <w:vAlign w:val="center"/>
          </w:tcPr>
          <w:p w:rsidRPr="009C54AE" w:rsidR="0085747A" w:rsidP="009C54AE" w:rsidRDefault="00C05F44" w14:paraId="3AA9C37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E46957" w:rsidR="0085747A" w:rsidP="00E46957" w:rsidRDefault="00E46957" w14:paraId="1DBD8E3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6957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E46957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E46957">
              <w:rPr>
                <w:rFonts w:ascii="Corbel" w:hAnsi="Corbel"/>
                <w:sz w:val="24"/>
                <w:szCs w:val="24"/>
              </w:rPr>
              <w:t>/C-1.7b</w:t>
            </w:r>
          </w:p>
        </w:tc>
      </w:tr>
      <w:tr w:rsidRPr="009C54AE" w:rsidR="0085747A" w:rsidTr="00B819C8" w14:paraId="0124891B" w14:textId="77777777">
        <w:tc>
          <w:tcPr>
            <w:tcW w:w="2694" w:type="dxa"/>
            <w:vAlign w:val="center"/>
          </w:tcPr>
          <w:p w:rsidRPr="009C54AE" w:rsidR="0085747A" w:rsidP="00EA4832" w:rsidRDefault="0017512A" w14:paraId="2ED32B9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763C44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719ED85C" w14:textId="77777777">
        <w:tc>
          <w:tcPr>
            <w:tcW w:w="2694" w:type="dxa"/>
            <w:vAlign w:val="center"/>
          </w:tcPr>
          <w:p w:rsidRPr="009C54AE" w:rsidR="0085747A" w:rsidP="009C54AE" w:rsidRDefault="0085747A" w14:paraId="71AC90D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8B618A" w:rsidR="0085747A" w:rsidP="009C54AE" w:rsidRDefault="008B618A" w14:paraId="043EA078" w14:textId="6D510A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618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B819C8" w14:paraId="3CDFEFE9" w14:textId="77777777">
        <w:tc>
          <w:tcPr>
            <w:tcW w:w="2694" w:type="dxa"/>
            <w:vAlign w:val="center"/>
          </w:tcPr>
          <w:p w:rsidRPr="009C54AE" w:rsidR="0085747A" w:rsidP="009C54AE" w:rsidRDefault="0085747A" w14:paraId="75DF272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46957" w14:paraId="0CEEB69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6788F32B" w14:textId="77777777">
        <w:tc>
          <w:tcPr>
            <w:tcW w:w="2694" w:type="dxa"/>
            <w:vAlign w:val="center"/>
          </w:tcPr>
          <w:p w:rsidRPr="009C54AE" w:rsidR="0085747A" w:rsidP="009C54AE" w:rsidRDefault="00DE4A14" w14:paraId="76039F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46957" w14:paraId="0416535E" w14:textId="466167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6025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B819C8" w14:paraId="1BD9959F" w14:textId="77777777">
        <w:tc>
          <w:tcPr>
            <w:tcW w:w="2694" w:type="dxa"/>
            <w:vAlign w:val="center"/>
          </w:tcPr>
          <w:p w:rsidRPr="009C54AE" w:rsidR="0085747A" w:rsidP="009C54AE" w:rsidRDefault="0085747A" w14:paraId="0BE5B7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06B9AA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0B819C8" w14:paraId="67960D1F" w14:textId="77777777">
        <w:tc>
          <w:tcPr>
            <w:tcW w:w="2694" w:type="dxa"/>
            <w:vAlign w:val="center"/>
          </w:tcPr>
          <w:p w:rsidRPr="009C54AE" w:rsidR="0085747A" w:rsidP="009C54AE" w:rsidRDefault="0085747A" w14:paraId="054DBBD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46957" w14:paraId="122D1BF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3CEBFAF8" w14:textId="77777777">
        <w:tc>
          <w:tcPr>
            <w:tcW w:w="2694" w:type="dxa"/>
            <w:vAlign w:val="center"/>
          </w:tcPr>
          <w:p w:rsidRPr="009C54AE" w:rsidR="0085747A" w:rsidP="009C54AE" w:rsidRDefault="0085747A" w14:paraId="028241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615F7" w14:paraId="5A279E2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Pr="009C54AE" w:rsidR="0085747A" w:rsidTr="00B819C8" w14:paraId="578E3640" w14:textId="77777777">
        <w:tc>
          <w:tcPr>
            <w:tcW w:w="2694" w:type="dxa"/>
            <w:vAlign w:val="center"/>
          </w:tcPr>
          <w:p w:rsidRPr="009C54AE" w:rsidR="0085747A" w:rsidP="009C54AE" w:rsidRDefault="0085747A" w14:paraId="4407C5A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79373F8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00B819C8" w14:paraId="527BD091" w14:textId="77777777">
        <w:tc>
          <w:tcPr>
            <w:tcW w:w="2694" w:type="dxa"/>
            <w:vAlign w:val="center"/>
          </w:tcPr>
          <w:p w:rsidRPr="009C54AE" w:rsidR="00923D7D" w:rsidP="009C54AE" w:rsidRDefault="00923D7D" w14:paraId="05C425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7512A" w14:paraId="50D690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7DD22DAD" w14:textId="77777777">
        <w:tc>
          <w:tcPr>
            <w:tcW w:w="2694" w:type="dxa"/>
            <w:vAlign w:val="center"/>
          </w:tcPr>
          <w:p w:rsidRPr="009C54AE" w:rsidR="0085747A" w:rsidP="009C54AE" w:rsidRDefault="0085747A" w14:paraId="72FD3B1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615F7" w14:paraId="77CFE6B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Pr="009C54AE" w:rsidR="0085747A" w:rsidTr="00B819C8" w14:paraId="2011F804" w14:textId="77777777">
        <w:tc>
          <w:tcPr>
            <w:tcW w:w="2694" w:type="dxa"/>
            <w:vAlign w:val="center"/>
          </w:tcPr>
          <w:p w:rsidRPr="009C54AE" w:rsidR="0085747A" w:rsidP="009C54AE" w:rsidRDefault="0085747A" w14:paraId="032F3F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615F7" w14:paraId="4696BE5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:rsidRPr="009C54AE" w:rsidR="0085747A" w:rsidP="009C54AE" w:rsidRDefault="0085747A" w14:paraId="6C647017" w14:textId="3FD1568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CF73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31B9238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694B25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F73BD" w14:paraId="4BA60F32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318A3AE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F016E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4FCF1E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6D7CF6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03B8E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7C89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62E4E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979948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842B3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1FCE1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D615FD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F73BD" w14:paraId="770C8653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E615F7" w14:paraId="3CA1E09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615F7" w14:paraId="293191C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615F7" w14:paraId="6DB2CE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F9C350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6AABBC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EF2E60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770B7B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A4417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141DDC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CC6396" w14:paraId="46E5C03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671A8FF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112429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4923DE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FD7701" w:rsidR="00A96F77" w:rsidP="00A96F77" w:rsidRDefault="00A96F77" w14:paraId="0EC03BD7" w14:textId="4A968C8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 w:rsidRPr="00FD7701">
        <w:rPr>
          <w:rStyle w:val="normaltextrun"/>
          <w:rFonts w:ascii="Wingdings" w:hAnsi="Wingdings" w:eastAsia="Wingdings" w:cs="Wingdings"/>
        </w:rPr>
        <w:t>þ</w:t>
      </w:r>
      <w:r w:rsidRPr="00FD7701">
        <w:rPr>
          <w:rStyle w:val="normaltextrun"/>
          <w:rFonts w:ascii="Corbel" w:hAnsi="Corbel" w:cs="Segoe UI"/>
        </w:rPr>
        <w:t xml:space="preserve"> zajęcia w formie tradycyjnej </w:t>
      </w:r>
    </w:p>
    <w:p w:rsidRPr="00FD7701" w:rsidR="00A96F77" w:rsidP="00A96F77" w:rsidRDefault="00A96F77" w14:paraId="7FC46E5C" w14:textId="777777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:rsidRPr="009C54AE" w:rsidR="0085747A" w:rsidP="009C54AE" w:rsidRDefault="0085747A" w14:paraId="2003FF9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54721A0D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4D0829" w:rsidR="00E960BB" w:rsidP="009C54AE" w:rsidRDefault="00E615F7" w14:paraId="15C0676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D0829">
        <w:rPr>
          <w:rFonts w:ascii="Corbel" w:hAnsi="Corbel"/>
          <w:b w:val="0"/>
          <w:smallCaps w:val="0"/>
          <w:szCs w:val="24"/>
        </w:rPr>
        <w:t>Egzamin</w:t>
      </w:r>
    </w:p>
    <w:p w:rsidR="00E615F7" w:rsidP="009C54AE" w:rsidRDefault="00E615F7" w14:paraId="114B0AF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6F19DC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617996D7" w14:textId="77777777">
        <w:tc>
          <w:tcPr>
            <w:tcW w:w="9670" w:type="dxa"/>
          </w:tcPr>
          <w:p w:rsidRPr="00E615F7" w:rsidR="0085747A" w:rsidP="00E615F7" w:rsidRDefault="00E615F7" w14:paraId="7E3F67AF" w14:textId="38F976E4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Pr="00A45A00">
              <w:rPr>
                <w:rFonts w:ascii="Corbel" w:hAnsi="Corbel"/>
              </w:rPr>
              <w:t>panowanie zagadnień z podstaw gospodarowania zasobami środowiska przyrodniczego, organizacji i zarządzania w sektorze publiczny</w:t>
            </w:r>
            <w:r w:rsidR="004D0829">
              <w:rPr>
                <w:rFonts w:ascii="Corbel" w:hAnsi="Corbel"/>
              </w:rPr>
              <w:t>m</w:t>
            </w:r>
          </w:p>
        </w:tc>
      </w:tr>
    </w:tbl>
    <w:p w:rsidR="00153C41" w:rsidP="009C54AE" w:rsidRDefault="00153C41" w14:paraId="109C901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150C85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3220FA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CBFBBB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291E02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504C8" w14:paraId="4D320E66" w14:textId="77777777">
        <w:tc>
          <w:tcPr>
            <w:tcW w:w="843" w:type="dxa"/>
            <w:vAlign w:val="center"/>
          </w:tcPr>
          <w:p w:rsidRPr="009C54AE" w:rsidR="0085747A" w:rsidP="009C54AE" w:rsidRDefault="0085747A" w14:paraId="115135A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9504C8" w:rsidR="0085747A" w:rsidP="009504C8" w:rsidRDefault="009504C8" w14:paraId="7384EAD6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 xml:space="preserve">Zapoznawanie studentów z instytucjonalnymi uwarunkowaniami w zarządzaniu ochroną przyrody na poziomie </w:t>
            </w:r>
            <w:r w:rsidRPr="009504C8">
              <w:rPr>
                <w:rFonts w:ascii="Corbel" w:hAnsi="Corbel"/>
                <w:color w:val="000000"/>
                <w:sz w:val="24"/>
                <w:szCs w:val="24"/>
              </w:rPr>
              <w:t>całej polski oraz poszczególnych szczeblach podziału terytorialnego</w:t>
            </w:r>
            <w:r w:rsidRPr="009504C8">
              <w:rPr>
                <w:rFonts w:ascii="Corbel" w:hAnsi="Corbel"/>
                <w:sz w:val="24"/>
                <w:szCs w:val="24"/>
              </w:rPr>
              <w:t xml:space="preserve"> kraju. </w:t>
            </w:r>
            <w:r w:rsidRPr="009504C8">
              <w:rPr>
                <w:rFonts w:ascii="Corbel" w:hAnsi="Corbel"/>
                <w:color w:val="141412"/>
                <w:sz w:val="24"/>
                <w:szCs w:val="24"/>
              </w:rPr>
              <w:t>dziedzina ochrony przyrody jest jednym z kluczowych  elementów ochrony środowiska i ważnym priorytetem zrównoważonego rozwoju kraju</w:t>
            </w:r>
            <w:r w:rsidRPr="009504C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Pr="009C54AE" w:rsidR="0085747A" w:rsidTr="009504C8" w14:paraId="3A69EA37" w14:textId="77777777">
        <w:tc>
          <w:tcPr>
            <w:tcW w:w="843" w:type="dxa"/>
            <w:vAlign w:val="center"/>
          </w:tcPr>
          <w:p w:rsidRPr="009C54AE" w:rsidR="0085747A" w:rsidP="009C54AE" w:rsidRDefault="009504C8" w14:paraId="145F463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Pr="009504C8" w:rsidR="0085747A" w:rsidP="009504C8" w:rsidRDefault="009504C8" w14:paraId="261623D8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>Zapoznawanie studentów ze współczesnym systemem ochrony przyrody w Polsce i UE.</w:t>
            </w:r>
          </w:p>
        </w:tc>
      </w:tr>
    </w:tbl>
    <w:p w:rsidRPr="009C54AE" w:rsidR="0085747A" w:rsidP="009C54AE" w:rsidRDefault="0085747A" w14:paraId="0C4B042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4EBA45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4F0C525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0071620A" w14:paraId="33D0411E" w14:textId="77777777">
        <w:tc>
          <w:tcPr>
            <w:tcW w:w="1701" w:type="dxa"/>
            <w:vAlign w:val="center"/>
          </w:tcPr>
          <w:p w:rsidRPr="009C54AE" w:rsidR="0085747A" w:rsidP="009C54AE" w:rsidRDefault="0085747A" w14:paraId="26C042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38B4BF8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09238C7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7188D7E1" w14:textId="77777777">
        <w:tc>
          <w:tcPr>
            <w:tcW w:w="1701" w:type="dxa"/>
          </w:tcPr>
          <w:p w:rsidRPr="009C54AE" w:rsidR="0085747A" w:rsidP="009C54AE" w:rsidRDefault="0085747A" w14:paraId="575EE2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504C8" w:rsidR="0085747A" w:rsidP="009C54AE" w:rsidRDefault="009504C8" w14:paraId="6E31C5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4C8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instytucji organów odpowiedzialnych za zarządzanie ochrona środowiska</w:t>
            </w:r>
          </w:p>
        </w:tc>
        <w:tc>
          <w:tcPr>
            <w:tcW w:w="1873" w:type="dxa"/>
          </w:tcPr>
          <w:p w:rsidRPr="00D21B36" w:rsidR="009504C8" w:rsidP="00CF73BD" w:rsidRDefault="009504C8" w14:paraId="0682CAD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:rsidRPr="00D21B36" w:rsidR="0085747A" w:rsidP="00CF73BD" w:rsidRDefault="0085747A" w14:paraId="62ABBD4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85747A" w:rsidTr="005E6E85" w14:paraId="0D0A402F" w14:textId="77777777">
        <w:tc>
          <w:tcPr>
            <w:tcW w:w="1701" w:type="dxa"/>
          </w:tcPr>
          <w:p w:rsidRPr="009C54AE" w:rsidR="0085747A" w:rsidP="009C54AE" w:rsidRDefault="0085747A" w14:paraId="29CECE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504C8" w:rsidR="0085747A" w:rsidP="009C54AE" w:rsidRDefault="009504C8" w14:paraId="7DD2C1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osiada wiedzę w zakresie zasad związanych z polityką ekologiczną na poziomie krajowym i międzynarodowym</w:t>
            </w:r>
          </w:p>
        </w:tc>
        <w:tc>
          <w:tcPr>
            <w:tcW w:w="1873" w:type="dxa"/>
          </w:tcPr>
          <w:p w:rsidRPr="00D21B36" w:rsidR="0085747A" w:rsidP="00CF73BD" w:rsidRDefault="009504C8" w14:paraId="194527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Pr="009C54AE" w:rsidR="0085747A" w:rsidTr="005E6E85" w14:paraId="1D29C1AF" w14:textId="77777777">
        <w:tc>
          <w:tcPr>
            <w:tcW w:w="1701" w:type="dxa"/>
          </w:tcPr>
          <w:p w:rsidRPr="009C54AE" w:rsidR="0085747A" w:rsidP="009C54AE" w:rsidRDefault="009504C8" w14:paraId="5D4D12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504C8" w:rsidR="0085747A" w:rsidP="009C54AE" w:rsidRDefault="009504C8" w14:paraId="70C236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ormułuje na bazie wiedzy teoretycznej własne opinie dotyczące problemów w obszarze instytucjonalnym ochrony przyrody.</w:t>
            </w:r>
          </w:p>
        </w:tc>
        <w:tc>
          <w:tcPr>
            <w:tcW w:w="1873" w:type="dxa"/>
          </w:tcPr>
          <w:p w:rsidRPr="00D21B36" w:rsidR="0085747A" w:rsidP="00CF73BD" w:rsidRDefault="00D21B36" w14:paraId="65C04BD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Pr="009C54AE" w:rsidR="009504C8" w:rsidTr="005E6E85" w14:paraId="3C6938C0" w14:textId="77777777">
        <w:tc>
          <w:tcPr>
            <w:tcW w:w="1701" w:type="dxa"/>
          </w:tcPr>
          <w:p w:rsidRPr="009C54AE" w:rsidR="009504C8" w:rsidP="009C54AE" w:rsidRDefault="009504C8" w14:paraId="65F81C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504C8" w:rsidR="009504C8" w:rsidP="009C54AE" w:rsidRDefault="009504C8" w14:paraId="7A77E5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otrafi korzystać z różnorodnych źródeł informacji z zakresu ochrony zasobów przyrodniczych i zarzadzania środowiskowego i wyciągać wnioski</w:t>
            </w:r>
          </w:p>
        </w:tc>
        <w:tc>
          <w:tcPr>
            <w:tcW w:w="1873" w:type="dxa"/>
          </w:tcPr>
          <w:p w:rsidRPr="00D21B36" w:rsidR="009504C8" w:rsidP="00CF73BD" w:rsidRDefault="00D21B36" w14:paraId="64BCDC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K_U06</w:t>
            </w:r>
          </w:p>
        </w:tc>
      </w:tr>
      <w:tr w:rsidRPr="009C54AE" w:rsidR="009504C8" w:rsidTr="005E6E85" w14:paraId="4C1E5DEE" w14:textId="77777777">
        <w:tc>
          <w:tcPr>
            <w:tcW w:w="1701" w:type="dxa"/>
          </w:tcPr>
          <w:p w:rsidRPr="009C54AE" w:rsidR="009504C8" w:rsidP="009C54AE" w:rsidRDefault="009504C8" w14:paraId="2BB2E7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9504C8" w:rsidR="009504C8" w:rsidP="009C54AE" w:rsidRDefault="009504C8" w14:paraId="097868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:rsidRPr="00D21B36" w:rsidR="009504C8" w:rsidP="00CF73BD" w:rsidRDefault="009504C8" w14:paraId="6B4FFA48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</w:pPr>
            <w:r w:rsidRPr="00D21B36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K_U11</w:t>
            </w:r>
          </w:p>
          <w:p w:rsidRPr="00D21B36" w:rsidR="00D21B36" w:rsidP="00CF73BD" w:rsidRDefault="00D21B36" w14:paraId="76418F2B" w14:textId="5552DB8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4406504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1434F7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4E4CA2F5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6D146E36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F46859F" w14:textId="77777777">
        <w:tc>
          <w:tcPr>
            <w:tcW w:w="9639" w:type="dxa"/>
          </w:tcPr>
          <w:p w:rsidRPr="009C54AE" w:rsidR="0085747A" w:rsidP="009C54AE" w:rsidRDefault="0085747A" w14:paraId="43D50C5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0488B68A" w14:textId="77777777">
        <w:tc>
          <w:tcPr>
            <w:tcW w:w="9639" w:type="dxa"/>
          </w:tcPr>
          <w:p w:rsidRPr="009C54AE" w:rsidR="0085747A" w:rsidP="009C54AE" w:rsidRDefault="00D21B36" w14:paraId="2F810AD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hAnsi="Corbel" w:eastAsia="Times New Roman"/>
                <w:color w:val="000000"/>
                <w:lang w:eastAsia="pl-PL"/>
              </w:rPr>
              <w:t>Podstawowe pojęcia związanie z zarządzaniem ochroną przyrody. </w:t>
            </w:r>
          </w:p>
        </w:tc>
      </w:tr>
      <w:tr w:rsidRPr="009C54AE" w:rsidR="0085747A" w:rsidTr="00923D7D" w14:paraId="351F95A9" w14:textId="77777777">
        <w:tc>
          <w:tcPr>
            <w:tcW w:w="9639" w:type="dxa"/>
          </w:tcPr>
          <w:p w:rsidRPr="009C54AE" w:rsidR="0085747A" w:rsidP="009C54AE" w:rsidRDefault="00D21B36" w14:paraId="0BCF91F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hAnsi="Corbel"/>
              </w:rPr>
              <w:t>Funkcjonowanie układów przyrodniczych i ich rola w ochronie przyrody.</w:t>
            </w:r>
          </w:p>
        </w:tc>
      </w:tr>
      <w:tr w:rsidRPr="009C54AE" w:rsidR="0085747A" w:rsidTr="00923D7D" w14:paraId="7A815E75" w14:textId="77777777">
        <w:tc>
          <w:tcPr>
            <w:tcW w:w="9639" w:type="dxa"/>
          </w:tcPr>
          <w:p w:rsidRPr="00F638A7" w:rsidR="00D21B36" w:rsidP="00D21B36" w:rsidRDefault="00D21B36" w14:paraId="17BD4193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color w:val="000000"/>
                <w:lang w:eastAsia="pl-PL"/>
              </w:rPr>
            </w:pPr>
            <w:r w:rsidRPr="00F638A7">
              <w:rPr>
                <w:rFonts w:ascii="Corbel" w:hAnsi="Corbel" w:eastAsia="Times New Roman"/>
                <w:bCs/>
                <w:color w:val="000000"/>
                <w:lang w:eastAsia="pl-PL"/>
              </w:rPr>
              <w:t xml:space="preserve">Regulacje </w:t>
            </w:r>
            <w:proofErr w:type="spellStart"/>
            <w:r w:rsidRPr="00F638A7">
              <w:rPr>
                <w:rFonts w:ascii="Corbel" w:hAnsi="Corbel" w:eastAsia="Times New Roman"/>
                <w:bCs/>
                <w:color w:val="000000"/>
                <w:lang w:eastAsia="pl-PL"/>
              </w:rPr>
              <w:t>ogólnoprawne</w:t>
            </w:r>
            <w:proofErr w:type="spellEnd"/>
            <w:r w:rsidRPr="00F638A7">
              <w:rPr>
                <w:rFonts w:ascii="Corbel" w:hAnsi="Corbel" w:eastAsia="Times New Roman"/>
                <w:color w:val="000000"/>
                <w:lang w:eastAsia="pl-PL"/>
              </w:rPr>
              <w:t> (regulacje o charakterze ustrojowym, regulacje międzynarodowe i unijne). </w:t>
            </w:r>
          </w:p>
          <w:p w:rsidRPr="009C54AE" w:rsidR="0085747A" w:rsidP="00D21B36" w:rsidRDefault="00D21B36" w14:paraId="52895B5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hAnsi="Corbel" w:eastAsia="Times New Roman"/>
                <w:color w:val="000000"/>
                <w:lang w:eastAsia="pl-PL"/>
              </w:rPr>
              <w:t>Odpowiedzialność prawna w ochronie przyrody. </w:t>
            </w:r>
          </w:p>
        </w:tc>
      </w:tr>
      <w:tr w:rsidRPr="009C54AE" w:rsidR="00D21B36" w:rsidTr="00923D7D" w14:paraId="51AD2465" w14:textId="77777777">
        <w:tc>
          <w:tcPr>
            <w:tcW w:w="9639" w:type="dxa"/>
          </w:tcPr>
          <w:p w:rsidRPr="00F638A7" w:rsidR="00D21B36" w:rsidP="00D21B36" w:rsidRDefault="00D21B36" w14:paraId="5011B081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bCs/>
                <w:color w:val="000000"/>
                <w:lang w:eastAsia="pl-PL"/>
              </w:rPr>
            </w:pPr>
            <w:r w:rsidRPr="00F638A7">
              <w:rPr>
                <w:rFonts w:ascii="Corbel" w:hAnsi="Corbel" w:eastAsia="Times New Roman"/>
                <w:color w:val="000000"/>
                <w:lang w:eastAsia="pl-PL"/>
              </w:rPr>
              <w:t>Organizacja systemu — organy i urzędy zarządzania środowiskiem (wojewoda, samorząd województwa, samorząd powiatowy i gminny). </w:t>
            </w:r>
          </w:p>
        </w:tc>
      </w:tr>
      <w:tr w:rsidRPr="009C54AE" w:rsidR="00D21B36" w:rsidTr="00923D7D" w14:paraId="6F9FFBE4" w14:textId="77777777">
        <w:tc>
          <w:tcPr>
            <w:tcW w:w="9639" w:type="dxa"/>
          </w:tcPr>
          <w:p w:rsidRPr="00F638A7" w:rsidR="00D21B36" w:rsidP="00D21B36" w:rsidRDefault="00D21B36" w14:paraId="7A5A273B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bCs/>
                <w:color w:val="000000"/>
                <w:lang w:eastAsia="pl-PL"/>
              </w:rPr>
            </w:pPr>
            <w:r w:rsidRPr="00F638A7">
              <w:rPr>
                <w:rFonts w:ascii="Corbel" w:hAnsi="Corbel" w:eastAsia="Times New Roman"/>
                <w:color w:val="000000"/>
                <w:lang w:eastAsia="pl-PL"/>
              </w:rPr>
              <w:t>Informacja ekologiczna (istota i znaczenie informacji w systemie zarządzania ochroną przyrody, system informacji o środowisku w Unii Europejskiej i w Polsce — Państwowy Monitoring Środowiska). </w:t>
            </w:r>
          </w:p>
        </w:tc>
      </w:tr>
      <w:tr w:rsidRPr="009C54AE" w:rsidR="00D21B36" w:rsidTr="00923D7D" w14:paraId="7E479BA3" w14:textId="77777777">
        <w:tc>
          <w:tcPr>
            <w:tcW w:w="9639" w:type="dxa"/>
          </w:tcPr>
          <w:p w:rsidRPr="00F638A7" w:rsidR="00D21B36" w:rsidP="00D21B36" w:rsidRDefault="00D21B36" w14:paraId="678F4499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bCs/>
                <w:color w:val="000000"/>
                <w:lang w:eastAsia="pl-PL"/>
              </w:rPr>
            </w:pPr>
            <w:r w:rsidRPr="00F638A7">
              <w:rPr>
                <w:rFonts w:ascii="Corbel" w:hAnsi="Corbel" w:eastAsia="Times New Roman"/>
                <w:color w:val="000000"/>
                <w:lang w:eastAsia="pl-PL"/>
              </w:rPr>
              <w:t>Nakłady na ochronę przyrody (definicja i wielkość nakładów na ochronę przyrody na tle nakładów na ochronę środowiska ogółem)</w:t>
            </w:r>
          </w:p>
        </w:tc>
      </w:tr>
      <w:tr w:rsidRPr="009C54AE" w:rsidR="00D21B36" w:rsidTr="00923D7D" w14:paraId="2DED0DA8" w14:textId="77777777">
        <w:tc>
          <w:tcPr>
            <w:tcW w:w="9639" w:type="dxa"/>
          </w:tcPr>
          <w:p w:rsidRPr="00F638A7" w:rsidR="00D21B36" w:rsidP="00D21B36" w:rsidRDefault="00D21B36" w14:paraId="1C2AB84C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bCs/>
                <w:color w:val="000000"/>
                <w:lang w:eastAsia="pl-PL"/>
              </w:rPr>
            </w:pPr>
            <w:r w:rsidRPr="00F638A7">
              <w:rPr>
                <w:rFonts w:ascii="Corbel" w:hAnsi="Corbel" w:eastAsia="Times New Roman"/>
                <w:color w:val="000000"/>
                <w:lang w:eastAsia="pl-PL"/>
              </w:rPr>
              <w:t>Źródła finansowania ochrony przyrody w Polsce. </w:t>
            </w:r>
          </w:p>
        </w:tc>
      </w:tr>
    </w:tbl>
    <w:p w:rsidRPr="009C54AE" w:rsidR="0085747A" w:rsidP="009C54AE" w:rsidRDefault="0085747A" w14:paraId="7A31BBE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1024689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2F58E9D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497E8017" w14:textId="77777777">
        <w:tc>
          <w:tcPr>
            <w:tcW w:w="9639" w:type="dxa"/>
          </w:tcPr>
          <w:p w:rsidRPr="009C54AE" w:rsidR="0085747A" w:rsidP="009C54AE" w:rsidRDefault="0085747A" w14:paraId="010F781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Pr="009C54AE" w:rsidR="0085747A" w:rsidTr="00923D7D" w14:paraId="74C40FAB" w14:textId="77777777">
        <w:tc>
          <w:tcPr>
            <w:tcW w:w="9639" w:type="dxa"/>
          </w:tcPr>
          <w:p w:rsidRPr="009C54AE" w:rsidR="0085747A" w:rsidP="009C54AE" w:rsidRDefault="00D21B36" w14:paraId="1504D09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Organizacja pracy w grupie. Środowisko przyrodnicze i jego ochrona, ochrona przyrody i jej formy, polityka ekologiczna, strategia zrównoważonego rozwoju.</w:t>
            </w:r>
          </w:p>
        </w:tc>
      </w:tr>
      <w:tr w:rsidRPr="009C54AE" w:rsidR="0085747A" w:rsidTr="00923D7D" w14:paraId="06579330" w14:textId="77777777">
        <w:tc>
          <w:tcPr>
            <w:tcW w:w="9639" w:type="dxa"/>
          </w:tcPr>
          <w:p w:rsidRPr="007530E8" w:rsidR="00D21B36" w:rsidP="00D21B36" w:rsidRDefault="00D21B36" w14:paraId="2099FDE5" w14:textId="77777777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7530E8">
              <w:rPr>
                <w:rFonts w:ascii="Corbel" w:hAnsi="Corbel"/>
                <w:color w:val="000000"/>
                <w:sz w:val="22"/>
                <w:szCs w:val="22"/>
              </w:rPr>
              <w:t>Charakterystyka makrosystemu społeczeństwo-gospodarka-środowisko jako obiektu zarządzania</w:t>
            </w:r>
            <w:r w:rsidRPr="007530E8">
              <w:rPr>
                <w:rFonts w:ascii="Corbel" w:hAnsi="Corbel"/>
                <w:sz w:val="22"/>
                <w:szCs w:val="22"/>
              </w:rPr>
              <w:t>.</w:t>
            </w:r>
          </w:p>
          <w:p w:rsidRPr="009C54AE" w:rsidR="0085747A" w:rsidP="00D21B36" w:rsidRDefault="00D21B36" w14:paraId="4EAE0DE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Istota i cele ochrony przyrody w gospodarce XXI wieku</w:t>
            </w:r>
          </w:p>
        </w:tc>
      </w:tr>
      <w:tr w:rsidRPr="009C54AE" w:rsidR="0085747A" w:rsidTr="00923D7D" w14:paraId="33602F21" w14:textId="77777777">
        <w:tc>
          <w:tcPr>
            <w:tcW w:w="9639" w:type="dxa"/>
          </w:tcPr>
          <w:p w:rsidRPr="009C54AE" w:rsidR="0085747A" w:rsidP="009C54AE" w:rsidRDefault="00D21B36" w14:paraId="68B644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color w:val="141412"/>
              </w:rPr>
              <w:t xml:space="preserve">Charakterystyka regulacji prawnych dotyczących ochrony przyrody w Polsce i zadań głównych organów i urzędów zajmujących się ochroną przyrody na wszystkich </w:t>
            </w:r>
            <w:r w:rsidRPr="007530E8">
              <w:rPr>
                <w:rFonts w:ascii="Corbel" w:hAnsi="Corbel"/>
                <w:color w:val="000000"/>
              </w:rPr>
              <w:t>szczeblach podziału terytorialnego kraju</w:t>
            </w:r>
          </w:p>
        </w:tc>
      </w:tr>
      <w:tr w:rsidRPr="009C54AE" w:rsidR="00D21B36" w:rsidTr="00923D7D" w14:paraId="7FE8F214" w14:textId="77777777">
        <w:tc>
          <w:tcPr>
            <w:tcW w:w="9639" w:type="dxa"/>
          </w:tcPr>
          <w:p w:rsidRPr="009C54AE" w:rsidR="00D21B36" w:rsidP="009C54AE" w:rsidRDefault="00D21B36" w14:paraId="0BFCE4F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Zarządzanie ochroną przyrody na poziomie wojewódzkim i gminnym – analiza przypadków</w:t>
            </w:r>
          </w:p>
        </w:tc>
      </w:tr>
      <w:tr w:rsidRPr="009C54AE" w:rsidR="00D21B36" w:rsidTr="00923D7D" w14:paraId="4760E671" w14:textId="77777777">
        <w:tc>
          <w:tcPr>
            <w:tcW w:w="9639" w:type="dxa"/>
          </w:tcPr>
          <w:p w:rsidRPr="009C54AE" w:rsidR="00D21B36" w:rsidP="009C54AE" w:rsidRDefault="00D21B36" w14:paraId="269BF05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Stan i kierunki oraz źródła finansowania ochrony przyrody w Polsce – analiza danych statystycznych</w:t>
            </w:r>
          </w:p>
        </w:tc>
      </w:tr>
      <w:tr w:rsidRPr="009C54AE" w:rsidR="00D21B36" w:rsidTr="00923D7D" w14:paraId="1139C77E" w14:textId="77777777">
        <w:tc>
          <w:tcPr>
            <w:tcW w:w="9639" w:type="dxa"/>
          </w:tcPr>
          <w:p w:rsidRPr="009C54AE" w:rsidR="00D21B36" w:rsidP="009C54AE" w:rsidRDefault="00D21B36" w14:paraId="6B7561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Efekty wykorzystania funduszy europejskich na rzecz ochrony przyrody w kraju i województwie – analiza przypadków</w:t>
            </w:r>
          </w:p>
        </w:tc>
      </w:tr>
      <w:tr w:rsidRPr="009C54AE" w:rsidR="00D21B36" w:rsidTr="00923D7D" w14:paraId="4E1AFBBB" w14:textId="77777777">
        <w:tc>
          <w:tcPr>
            <w:tcW w:w="9639" w:type="dxa"/>
          </w:tcPr>
          <w:p w:rsidRPr="009C54AE" w:rsidR="00D21B36" w:rsidP="009C54AE" w:rsidRDefault="00D21B36" w14:paraId="70A6E7E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shd w:val="clear" w:color="auto" w:fill="FFFFFF"/>
              </w:rPr>
              <w:t>Programy ochronne i wdrażanie ekorozwoju jako instrumenty ochrony przyrody</w:t>
            </w:r>
            <w:r w:rsidRPr="007530E8">
              <w:rPr>
                <w:rFonts w:ascii="Corbel" w:hAnsi="Corbel"/>
              </w:rPr>
              <w:t xml:space="preserve"> - analiza przypadków</w:t>
            </w:r>
          </w:p>
        </w:tc>
      </w:tr>
    </w:tbl>
    <w:p w:rsidRPr="009C54AE" w:rsidR="0085747A" w:rsidP="009C54AE" w:rsidRDefault="0085747A" w14:paraId="7C380FF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DC9918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P="009C54AE" w:rsidRDefault="0085747A" w14:paraId="08E0F2B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638A7" w:rsidR="00D21B36" w:rsidP="00D21B36" w:rsidRDefault="00D21B36" w14:paraId="38CCF874" w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>Wykład: wykład z prezentacją multimedialną</w:t>
      </w:r>
    </w:p>
    <w:p w:rsidRPr="00F638A7" w:rsidR="00D21B36" w:rsidP="00D21B36" w:rsidRDefault="00D21B36" w14:paraId="2A645208" w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 xml:space="preserve">Ćwiczenia: praca w grupach (analiza danych liczbowych, analiza przypadków, </w:t>
      </w:r>
      <w:r>
        <w:rPr>
          <w:rFonts w:ascii="Corbel" w:hAnsi="Corbel"/>
          <w:b w:val="0"/>
          <w:smallCaps w:val="0"/>
          <w:sz w:val="22"/>
        </w:rPr>
        <w:t>dyskusja).</w:t>
      </w:r>
    </w:p>
    <w:p w:rsidRPr="009C54AE" w:rsidR="00D21B36" w:rsidP="009C54AE" w:rsidRDefault="00D21B36" w14:paraId="65ABD93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49B4599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26DEC76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B94C5C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574842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D21B36" w14:paraId="27CB2F6D" w14:textId="77777777">
        <w:tc>
          <w:tcPr>
            <w:tcW w:w="1962" w:type="dxa"/>
            <w:vAlign w:val="center"/>
          </w:tcPr>
          <w:p w:rsidRPr="009C54AE" w:rsidR="0085747A" w:rsidP="009C54AE" w:rsidRDefault="0071620A" w14:paraId="01FF186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3258C6E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D3FD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69B0864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41BC1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D21B36" w:rsidTr="00D21B36" w14:paraId="6D8FAD05" w14:textId="77777777">
        <w:tc>
          <w:tcPr>
            <w:tcW w:w="1962" w:type="dxa"/>
          </w:tcPr>
          <w:p w:rsidRPr="009C54AE" w:rsidR="00D21B36" w:rsidP="00D21B36" w:rsidRDefault="00D21B36" w14:paraId="38E738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F638A7" w:rsidR="00D21B36" w:rsidP="00D21B36" w:rsidRDefault="00D21B36" w14:paraId="197125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17" w:type="dxa"/>
          </w:tcPr>
          <w:p w:rsidRPr="00F638A7" w:rsidR="00D21B36" w:rsidP="00D21B36" w:rsidRDefault="004D0829" w14:paraId="24B5CD3F" w14:textId="584A7F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</w:t>
            </w:r>
          </w:p>
        </w:tc>
      </w:tr>
      <w:tr w:rsidRPr="009C54AE" w:rsidR="00D21B36" w:rsidTr="00D21B36" w14:paraId="449A70A2" w14:textId="77777777">
        <w:tc>
          <w:tcPr>
            <w:tcW w:w="1962" w:type="dxa"/>
          </w:tcPr>
          <w:p w:rsidRPr="009C54AE" w:rsidR="00D21B36" w:rsidP="00D21B36" w:rsidRDefault="00D21B36" w14:paraId="3BED8F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F638A7" w:rsidR="00D21B36" w:rsidP="00D21B36" w:rsidRDefault="00D21B36" w14:paraId="23A437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7" w:type="dxa"/>
          </w:tcPr>
          <w:p w:rsidRPr="00F638A7" w:rsidR="00D21B36" w:rsidP="00D21B36" w:rsidRDefault="004D0829" w14:paraId="6DE350AA" w14:textId="1653E8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/ćwiczenia </w:t>
            </w:r>
          </w:p>
        </w:tc>
      </w:tr>
      <w:tr w:rsidRPr="009C54AE" w:rsidR="00D21B36" w:rsidTr="00D21B36" w14:paraId="5CB0E017" w14:textId="77777777">
        <w:tc>
          <w:tcPr>
            <w:tcW w:w="1962" w:type="dxa"/>
          </w:tcPr>
          <w:p w:rsidRPr="009C54AE" w:rsidR="00D21B36" w:rsidP="00D21B36" w:rsidRDefault="00D21B36" w14:paraId="73DFDF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:rsidRPr="00F638A7" w:rsidR="00D21B36" w:rsidP="00D21B36" w:rsidRDefault="00D21B36" w14:paraId="6E9A8DD9" w14:textId="00555E5E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:rsidRPr="00F638A7" w:rsidR="00D21B36" w:rsidP="00D21B36" w:rsidRDefault="004D0829" w14:paraId="3A40A2C3" w14:textId="5F008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Pr="009C54AE" w:rsidR="00D21B36" w:rsidTr="00D21B36" w14:paraId="5F3234C2" w14:textId="77777777">
        <w:tc>
          <w:tcPr>
            <w:tcW w:w="1962" w:type="dxa"/>
          </w:tcPr>
          <w:p w:rsidRPr="009C54AE" w:rsidR="00D21B36" w:rsidP="00D21B36" w:rsidRDefault="00D21B36" w14:paraId="0891B6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Pr="00F638A7" w:rsidR="00D21B36" w:rsidP="00D21B36" w:rsidRDefault="00D21B36" w14:paraId="591759DC" w14:textId="15E9999D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:rsidRPr="00F638A7" w:rsidR="00D21B36" w:rsidP="00D21B36" w:rsidRDefault="004D0829" w14:paraId="6FDF28EE" w14:textId="341D0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Pr="009C54AE" w:rsidR="00D21B36" w:rsidTr="00D21B36" w14:paraId="61D5F005" w14:textId="77777777">
        <w:tc>
          <w:tcPr>
            <w:tcW w:w="1962" w:type="dxa"/>
          </w:tcPr>
          <w:p w:rsidRPr="009C54AE" w:rsidR="00D21B36" w:rsidP="00D21B36" w:rsidRDefault="00D21B36" w14:paraId="241EF1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:rsidRPr="00F638A7" w:rsidR="00D21B36" w:rsidP="00D21B36" w:rsidRDefault="00D21B36" w14:paraId="52324B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:rsidRPr="00F638A7" w:rsidR="00D21B36" w:rsidP="00D21B36" w:rsidRDefault="004D0829" w14:paraId="6E7A387C" w14:textId="7BF5F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</w:p>
        </w:tc>
      </w:tr>
    </w:tbl>
    <w:p w:rsidRPr="009C54AE" w:rsidR="00923D7D" w:rsidP="009C54AE" w:rsidRDefault="00923D7D" w14:paraId="6765DD2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9E1621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667C75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1699DD1" w14:paraId="16BAF937" w14:textId="77777777">
        <w:tc>
          <w:tcPr>
            <w:tcW w:w="9670" w:type="dxa"/>
            <w:tcMar/>
          </w:tcPr>
          <w:p w:rsidRPr="00DA4A39" w:rsidR="00DA4A39" w:rsidP="00DA4A39" w:rsidRDefault="00DA4A39" w14:paraId="4FAEE0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:rsidRPr="00CC6396" w:rsidR="0085747A" w:rsidP="41699DD1" w:rsidRDefault="00DA4A39" w14:paraId="02EB44CC" w14:textId="031A9227">
            <w:pPr>
              <w:pStyle w:val="Normalny"/>
              <w:rPr>
                <w:rFonts w:ascii="Corbel" w:hAnsi="Corbel"/>
              </w:rPr>
            </w:pPr>
            <w:r w:rsidRPr="41699DD1" w:rsidR="00DA4A39">
              <w:rPr>
                <w:rFonts w:ascii="Corbel" w:hAnsi="Corbel"/>
              </w:rPr>
              <w:t>2. Ćwiczenia - uz</w:t>
            </w:r>
            <w:r w:rsidRPr="41699DD1" w:rsidR="00DA4A39">
              <w:rPr>
                <w:rFonts w:ascii="Corbel" w:hAnsi="Corbel"/>
              </w:rPr>
              <w:t>yskanie pozytywnej oceny z kolokwium</w:t>
            </w:r>
            <w:r w:rsidRPr="41699DD1" w:rsidR="00DA4A39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 w:rsidRPr="41699DD1" w:rsidR="00DA4A39">
              <w:rPr>
                <w:rFonts w:ascii="Corbel" w:hAnsi="Corbel"/>
              </w:rPr>
              <w:t>rednią arytmetyczną ocen z kolokwium</w:t>
            </w:r>
            <w:r w:rsidRPr="41699DD1" w:rsidR="00DA4A39">
              <w:rPr>
                <w:rFonts w:ascii="Corbel" w:hAnsi="Corbel"/>
              </w:rPr>
              <w:t>, referatu i prezentacji</w:t>
            </w:r>
            <w:r w:rsidRPr="41699DD1" w:rsidR="2F17F96F">
              <w:rPr>
                <w:rFonts w:ascii="Corbel" w:hAnsi="Corbel"/>
              </w:rPr>
              <w:t xml:space="preserve">, </w:t>
            </w:r>
            <w:r w:rsidRPr="41699DD1" w:rsidR="6A90AFFB">
              <w:rPr>
                <w:rFonts w:ascii="Corbel" w:hAnsi="Corbel" w:eastAsia="Corbel" w:cs="Corbel"/>
                <w:noProof w:val="0"/>
                <w:sz w:val="22"/>
                <w:szCs w:val="22"/>
                <w:lang w:val="pl-PL"/>
              </w:rPr>
              <w:t>skorygowan</w:t>
            </w:r>
            <w:r w:rsidRPr="41699DD1" w:rsidR="58D419BD">
              <w:rPr>
                <w:rFonts w:ascii="Corbel" w:hAnsi="Corbel" w:eastAsia="Corbel" w:cs="Corbel"/>
                <w:noProof w:val="0"/>
                <w:sz w:val="22"/>
                <w:szCs w:val="22"/>
                <w:lang w:val="pl-PL"/>
              </w:rPr>
              <w:t>ą</w:t>
            </w:r>
            <w:r w:rsidRPr="41699DD1" w:rsidR="6A90AFFB">
              <w:rPr>
                <w:rFonts w:ascii="Corbel" w:hAnsi="Corbel" w:eastAsia="Corbel" w:cs="Corbel"/>
                <w:noProof w:val="0"/>
                <w:sz w:val="22"/>
                <w:szCs w:val="22"/>
                <w:lang w:val="pl-PL"/>
              </w:rPr>
              <w:t xml:space="preserve"> o 0,5 stopnia za aktywność studenta na ćwiczeniach.</w:t>
            </w:r>
            <w:r w:rsidRPr="41699DD1" w:rsidR="6A90AFFB">
              <w:rPr>
                <w:rFonts w:ascii="Corbel" w:hAnsi="Corbel"/>
              </w:rPr>
              <w:t xml:space="preserve"> </w:t>
            </w:r>
          </w:p>
        </w:tc>
      </w:tr>
    </w:tbl>
    <w:p w:rsidRPr="009C54AE" w:rsidR="0085747A" w:rsidP="009C54AE" w:rsidRDefault="0085747A" w14:paraId="1DF761D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670473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C6832D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0D47CD68" w14:textId="77777777">
        <w:tc>
          <w:tcPr>
            <w:tcW w:w="4962" w:type="dxa"/>
            <w:vAlign w:val="center"/>
          </w:tcPr>
          <w:p w:rsidRPr="009C54AE" w:rsidR="0085747A" w:rsidP="009C54AE" w:rsidRDefault="00C61DC5" w14:paraId="147233C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C380C96" w14:textId="5CF103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F73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A550DD3" w14:textId="77777777">
        <w:tc>
          <w:tcPr>
            <w:tcW w:w="4962" w:type="dxa"/>
          </w:tcPr>
          <w:p w:rsidRPr="009C54AE" w:rsidR="0085747A" w:rsidP="009C54AE" w:rsidRDefault="00C61DC5" w14:paraId="169FCC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CF73BD" w:rsidRDefault="00DA4A39" w14:paraId="0B731E1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1692B5DA" w14:textId="77777777">
        <w:tc>
          <w:tcPr>
            <w:tcW w:w="4962" w:type="dxa"/>
          </w:tcPr>
          <w:p w:rsidRPr="009C54AE" w:rsidR="00C61DC5" w:rsidP="009C54AE" w:rsidRDefault="00C61DC5" w14:paraId="0C0032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E9CDE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CF73BD" w:rsidRDefault="00DA4A39" w14:paraId="631ACF6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Pr="009C54AE" w:rsidR="00C61DC5" w:rsidTr="00923D7D" w14:paraId="2F47957B" w14:textId="77777777">
        <w:tc>
          <w:tcPr>
            <w:tcW w:w="4962" w:type="dxa"/>
          </w:tcPr>
          <w:p w:rsidRPr="009C54AE" w:rsidR="00C61DC5" w:rsidP="004D0829" w:rsidRDefault="00C61DC5" w14:paraId="49448838" w14:textId="54996F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D08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:rsidRPr="009C54AE" w:rsidR="00C61DC5" w:rsidP="00CF73BD" w:rsidRDefault="00DA4A39" w14:paraId="652A9FF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Pr="009C54AE" w:rsidR="0085747A" w:rsidTr="00923D7D" w14:paraId="003D1072" w14:textId="77777777">
        <w:tc>
          <w:tcPr>
            <w:tcW w:w="4962" w:type="dxa"/>
          </w:tcPr>
          <w:p w:rsidRPr="009C54AE" w:rsidR="0085747A" w:rsidP="009C54AE" w:rsidRDefault="0085747A" w14:paraId="683E65D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CF73BD" w:rsidRDefault="00DA4A39" w14:paraId="3CD631B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18234E08" w14:textId="77777777">
        <w:tc>
          <w:tcPr>
            <w:tcW w:w="4962" w:type="dxa"/>
          </w:tcPr>
          <w:p w:rsidRPr="009C54AE" w:rsidR="0085747A" w:rsidP="009C54AE" w:rsidRDefault="0085747A" w14:paraId="41ACA14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CF73BD" w:rsidRDefault="00DA4A39" w14:paraId="16B4260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1D7555E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96E812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F5E5C8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210CEA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809"/>
        <w:gridCol w:w="5819"/>
      </w:tblGrid>
      <w:tr w:rsidRPr="009C54AE" w:rsidR="0085747A" w:rsidTr="004D0829" w14:paraId="36E3827D" w14:textId="77777777">
        <w:trPr>
          <w:trHeight w:val="397"/>
        </w:trPr>
        <w:tc>
          <w:tcPr>
            <w:tcW w:w="1978" w:type="pct"/>
          </w:tcPr>
          <w:p w:rsidRPr="009C54AE" w:rsidR="0085747A" w:rsidP="009C54AE" w:rsidRDefault="0085747A" w14:paraId="19D4E9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22" w:type="pct"/>
          </w:tcPr>
          <w:p w:rsidRPr="009C54AE" w:rsidR="0085747A" w:rsidP="004D0829" w:rsidRDefault="00CC6396" w14:paraId="180FF2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4D0829" w14:paraId="23B45EA5" w14:textId="77777777">
        <w:trPr>
          <w:trHeight w:val="397"/>
        </w:trPr>
        <w:tc>
          <w:tcPr>
            <w:tcW w:w="1978" w:type="pct"/>
          </w:tcPr>
          <w:p w:rsidRPr="009C54AE" w:rsidR="0085747A" w:rsidP="009C54AE" w:rsidRDefault="0085747A" w14:paraId="5111B6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22" w:type="pct"/>
          </w:tcPr>
          <w:p w:rsidRPr="009C54AE" w:rsidR="0085747A" w:rsidP="004D0829" w:rsidRDefault="00CC6396" w14:paraId="2F8887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599FA42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C6844B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2720888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="00CE18AE" w:rsidTr="41699DD1" w14:paraId="03391C22" w14:textId="77777777">
        <w:trPr>
          <w:trHeight w:val="397"/>
        </w:trPr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CE18AE" w:rsidRDefault="00CE18AE" w14:paraId="1AAFBE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  <w:r>
              <w:rPr>
                <w:rFonts w:ascii="Corbel" w:hAnsi="Corbel"/>
                <w:b w:val="0"/>
                <w:szCs w:val="24"/>
              </w:rPr>
              <w:t>:</w:t>
            </w:r>
          </w:p>
          <w:p w:rsidR="00CE18AE" w:rsidP="00CE18AE" w:rsidRDefault="00CE18AE" w14:paraId="633EAC13" w14:textId="38583BA1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color w:val="000000"/>
                <w:sz w:val="22"/>
                <w:szCs w:val="22"/>
              </w:rPr>
              <w:t>Poskrobko</w:t>
            </w:r>
            <w:proofErr w:type="spellEnd"/>
            <w:r>
              <w:rPr>
                <w:rFonts w:ascii="Corbel" w:hAnsi="Corbel"/>
                <w:color w:val="000000"/>
                <w:sz w:val="22"/>
                <w:szCs w:val="22"/>
              </w:rPr>
              <w:t xml:space="preserve"> B., </w:t>
            </w:r>
            <w:proofErr w:type="spellStart"/>
            <w:r>
              <w:rPr>
                <w:rFonts w:ascii="Corbel" w:hAnsi="Corbel"/>
                <w:color w:val="000000"/>
                <w:sz w:val="22"/>
                <w:szCs w:val="22"/>
              </w:rPr>
              <w:t>Poskrobko</w:t>
            </w:r>
            <w:proofErr w:type="spellEnd"/>
            <w:r>
              <w:rPr>
                <w:rFonts w:ascii="Corbel" w:hAnsi="Corbel"/>
                <w:color w:val="000000"/>
                <w:sz w:val="22"/>
                <w:szCs w:val="22"/>
              </w:rPr>
              <w:t xml:space="preserve"> T., 2012, zarządzanie środowiskiem w Polsce. PWE, Warszawa</w:t>
            </w:r>
          </w:p>
          <w:p w:rsidR="00CE18AE" w:rsidP="00CE18AE" w:rsidRDefault="00CE18AE" w14:paraId="765C4FA2" w14:textId="2BD57E3A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Kryk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, B., Kłos, l., Łucka I, A., 2011, Opłaty i podatki ekologiczne po polsku. Cedewu.pl Wydawnictwa fachowe, Warszawa</w:t>
            </w:r>
          </w:p>
          <w:p w:rsidR="00CE18AE" w:rsidP="00CE18AE" w:rsidRDefault="00CE18AE" w14:paraId="4E67E7EC" w14:textId="33EAC2F6">
            <w:pPr>
              <w:pStyle w:val="Punktygwne"/>
              <w:numPr>
                <w:ilvl w:val="0"/>
                <w:numId w:val="4"/>
              </w:numPr>
              <w:spacing w:before="0" w:after="0"/>
              <w:ind w:left="454"/>
              <w:rPr>
                <w:rFonts w:ascii="Corbel" w:hAnsi="Corbel"/>
                <w:b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Małachowski K. (red.) 2012, Gospodarka a środowisko i ekologia. Cedewu.pl Wydawnictwa fachowe, Warszawa</w:t>
            </w:r>
          </w:p>
        </w:tc>
      </w:tr>
      <w:tr w:rsidR="00CE18AE" w:rsidTr="41699DD1" w14:paraId="6C2CCC45" w14:textId="77777777">
        <w:trPr>
          <w:trHeight w:val="397"/>
        </w:trPr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CE18AE" w:rsidP="41699DD1" w:rsidRDefault="00CE18AE" w14:paraId="40F8FE32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1699DD1" w:rsidR="7A05D94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Literatura uzupełniająca</w:t>
            </w:r>
            <w:r w:rsidRPr="41699DD1" w:rsidR="7A05D94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: </w:t>
            </w:r>
          </w:p>
          <w:p w:rsidR="00CE18AE" w:rsidP="41699DD1" w:rsidRDefault="00CE18AE" w14:paraId="2B3CA6B3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4"/>
              <w:jc w:val="both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proofErr w:type="spellStart"/>
            <w:r w:rsidRPr="41699DD1" w:rsidR="7A05D94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Becla</w:t>
            </w:r>
            <w:proofErr w:type="spellEnd"/>
            <w:r w:rsidRPr="41699DD1" w:rsidR="7A05D94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A., Czaja S., Zielińska A. 2012, Analiza kosztów-korzyści w wycenie środowiska przyrodniczego. </w:t>
            </w:r>
            <w:proofErr w:type="spellStart"/>
            <w:r w:rsidRPr="41699DD1" w:rsidR="7A05D94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Difin</w:t>
            </w:r>
            <w:proofErr w:type="spellEnd"/>
            <w:r w:rsidRPr="41699DD1" w:rsidR="7A05D94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, Warszawa. </w:t>
            </w:r>
          </w:p>
          <w:p w:rsidR="5C847A84" w:rsidP="41699DD1" w:rsidRDefault="5C847A84" w14:paraId="3A41DB93" w14:textId="77A6A1C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4"/>
              <w:jc w:val="both"/>
              <w:rPr>
                <w:b w:val="0"/>
                <w:bCs w:val="0"/>
                <w:sz w:val="22"/>
                <w:szCs w:val="22"/>
              </w:rPr>
            </w:pPr>
            <w:r w:rsidRPr="41699DD1" w:rsidR="5C847A84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Grzebyk B., 2015, Natura 200 jako element kształtowania równowagi między rolnictwem a ochrona środowiska [w:] Współcze</w:t>
            </w:r>
            <w:r w:rsidRPr="41699DD1" w:rsidR="3BD6ED1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sne wyzwania rozwoju gospodarczego. Polityka i kreacja potencjału. Cz. II. Struktura gospodarki- </w:t>
            </w:r>
            <w:r w:rsidRPr="41699DD1" w:rsidR="1546FB74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Rynek pracy- środowisko i jakość życia, t. 2, A. </w:t>
            </w:r>
            <w:proofErr w:type="spellStart"/>
            <w:r w:rsidRPr="41699DD1" w:rsidR="1546FB74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Cudowska</w:t>
            </w:r>
            <w:proofErr w:type="spellEnd"/>
            <w:r w:rsidRPr="41699DD1" w:rsidR="1546FB74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-Sojko </w:t>
            </w:r>
            <w:r w:rsidRPr="41699DD1" w:rsidR="3920B780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(</w:t>
            </w:r>
            <w:r w:rsidRPr="41699DD1" w:rsidR="1546FB74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red.), Białystok</w:t>
            </w:r>
            <w:r w:rsidRPr="41699DD1" w:rsidR="27DBC3C8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.</w:t>
            </w:r>
          </w:p>
          <w:p w:rsidRPr="00CE18AE" w:rsidR="00CE18AE" w:rsidP="41699DD1" w:rsidRDefault="00CE18AE" w14:paraId="50D3E609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454"/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  <w:sz w:val="22"/>
                <w:szCs w:val="22"/>
              </w:rPr>
            </w:pPr>
            <w:r w:rsidRPr="41699DD1" w:rsidR="7A05D94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Ustawy i rozporządzenia z zakresu podejmowanej tematyki (</w:t>
            </w:r>
            <w:r w:rsidRPr="41699DD1" w:rsidR="7A05D94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Ustawa </w:t>
            </w:r>
            <w:r w:rsidRPr="41699DD1" w:rsidR="7A05D94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z dnia 16 kwietnia 2004 r. O ochronie przyrody -Dz.U 2004 Nr 92 poz. 880 z późniejszymi zmianami, Ustawa z dnia 15 lipca 2011 r. O krajowym systemie </w:t>
            </w:r>
            <w:proofErr w:type="spellStart"/>
            <w:r w:rsidRPr="41699DD1" w:rsidR="7A05D94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ekozarządzania</w:t>
            </w:r>
            <w:proofErr w:type="spellEnd"/>
            <w:r w:rsidRPr="41699DD1" w:rsidR="7A05D94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i audytu (EMAS) - Dz. U. z 2011 r. nr 178, poz. 1060, Ustawa z dnia 3 października 2008 r. O udostępnianiu informacji o środowisku i jego ochronie, Udziale społeczeństwa w ochronie środowiska oraz O ocenach oddziaływania na środowisko – Dz.U. 2013 poz. 1235 z </w:t>
            </w:r>
            <w:proofErr w:type="spellStart"/>
            <w:r w:rsidRPr="41699DD1" w:rsidR="7A05D94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późn</w:t>
            </w:r>
            <w:proofErr w:type="spellEnd"/>
            <w:r w:rsidRPr="41699DD1" w:rsidR="7A05D94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. zm.).</w:t>
            </w:r>
          </w:p>
        </w:tc>
      </w:tr>
    </w:tbl>
    <w:p w:rsidRPr="009C54AE" w:rsidR="0085747A" w:rsidP="009C54AE" w:rsidRDefault="0085747A" w14:paraId="1F43AF3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2A5235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449F5C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E0E7A" w:rsidP="00C16ABF" w:rsidRDefault="009E0E7A" w14:paraId="4E64300C" w14:textId="77777777">
      <w:pPr>
        <w:spacing w:after="0" w:line="240" w:lineRule="auto"/>
      </w:pPr>
      <w:r>
        <w:separator/>
      </w:r>
    </w:p>
  </w:endnote>
  <w:endnote w:type="continuationSeparator" w:id="0">
    <w:p w:rsidR="009E0E7A" w:rsidP="00C16ABF" w:rsidRDefault="009E0E7A" w14:paraId="7299F7E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E0E7A" w:rsidP="00C16ABF" w:rsidRDefault="009E0E7A" w14:paraId="0F2EE91A" w14:textId="77777777">
      <w:pPr>
        <w:spacing w:after="0" w:line="240" w:lineRule="auto"/>
      </w:pPr>
      <w:r>
        <w:separator/>
      </w:r>
    </w:p>
  </w:footnote>
  <w:footnote w:type="continuationSeparator" w:id="0">
    <w:p w:rsidR="009E0E7A" w:rsidP="00C16ABF" w:rsidRDefault="009E0E7A" w14:paraId="4E395A8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A1BACA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3488B"/>
    <w:multiLevelType w:val="hybridMultilevel"/>
    <w:tmpl w:val="A544A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660989"/>
    <w:multiLevelType w:val="hybridMultilevel"/>
    <w:tmpl w:val="D838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258"/>
    <w:rsid w:val="001640A7"/>
    <w:rsid w:val="00164FA7"/>
    <w:rsid w:val="00166A03"/>
    <w:rsid w:val="001718A7"/>
    <w:rsid w:val="001737CF"/>
    <w:rsid w:val="00173B2A"/>
    <w:rsid w:val="0017512A"/>
    <w:rsid w:val="00176083"/>
    <w:rsid w:val="00183F7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7368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82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83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18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4C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0E7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F7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396"/>
    <w:rsid w:val="00CD6897"/>
    <w:rsid w:val="00CE18AE"/>
    <w:rsid w:val="00CE5BAC"/>
    <w:rsid w:val="00CF25BE"/>
    <w:rsid w:val="00CF73BD"/>
    <w:rsid w:val="00CF78ED"/>
    <w:rsid w:val="00D02B25"/>
    <w:rsid w:val="00D02EBA"/>
    <w:rsid w:val="00D17C3C"/>
    <w:rsid w:val="00D21B3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39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957"/>
    <w:rsid w:val="00E51E44"/>
    <w:rsid w:val="00E5320E"/>
    <w:rsid w:val="00E615F7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51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9DC811"/>
    <w:rsid w:val="06B6F06E"/>
    <w:rsid w:val="074DC305"/>
    <w:rsid w:val="1546FB74"/>
    <w:rsid w:val="27DBC3C8"/>
    <w:rsid w:val="2F17F96F"/>
    <w:rsid w:val="3920B780"/>
    <w:rsid w:val="395E8BEC"/>
    <w:rsid w:val="3AFA5C4D"/>
    <w:rsid w:val="3BD6ED1D"/>
    <w:rsid w:val="41699DD1"/>
    <w:rsid w:val="45950186"/>
    <w:rsid w:val="479BB5A1"/>
    <w:rsid w:val="4FD2B663"/>
    <w:rsid w:val="58D419BD"/>
    <w:rsid w:val="5C847A84"/>
    <w:rsid w:val="5F40CCBF"/>
    <w:rsid w:val="65A14685"/>
    <w:rsid w:val="6A837F66"/>
    <w:rsid w:val="6A90AFFB"/>
    <w:rsid w:val="6C06276A"/>
    <w:rsid w:val="7748DA11"/>
    <w:rsid w:val="7A05D946"/>
    <w:rsid w:val="7D100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C8AC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21B3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paragraph" w:customStyle="1">
    <w:name w:val="paragraph"/>
    <w:basedOn w:val="Normalny"/>
    <w:rsid w:val="00A96F7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A96F77"/>
  </w:style>
  <w:style w:type="character" w:styleId="spellingerror" w:customStyle="1">
    <w:name w:val="spellingerror"/>
    <w:basedOn w:val="Domylnaczcionkaakapitu"/>
    <w:rsid w:val="00A96F77"/>
  </w:style>
  <w:style w:type="character" w:styleId="eop" w:customStyle="1">
    <w:name w:val="eop"/>
    <w:basedOn w:val="Domylnaczcionkaakapitu"/>
    <w:rsid w:val="00A96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9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F74B42-41C2-4842-A5F4-1E6DF39C15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644E2A-8108-4967-8398-3BCA79368A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6433D3-2806-4C70-9018-216A46DCD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5C04D8-ABB4-4533-9FE5-78F2330F7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Grzebyk Bogumiła</lastModifiedBy>
  <revision>15</revision>
  <lastPrinted>2019-02-06T12:12:00.0000000Z</lastPrinted>
  <dcterms:created xsi:type="dcterms:W3CDTF">2020-10-27T12:15:00.0000000Z</dcterms:created>
  <dcterms:modified xsi:type="dcterms:W3CDTF">2020-12-11T07:43:49.0680475Z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